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B2ACB" w14:textId="7019679F" w:rsidR="00B05D10" w:rsidRPr="00DF19FF" w:rsidRDefault="00B05D10" w:rsidP="00B05D10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>0</w:t>
      </w:r>
      <w:r w:rsidR="00D13B40">
        <w:rPr>
          <w:rFonts w:cs="Arial"/>
          <w:color w:val="000000"/>
          <w:sz w:val="22"/>
        </w:rPr>
        <w:t>8</w:t>
      </w:r>
      <w:r>
        <w:rPr>
          <w:rFonts w:cs="Arial"/>
          <w:color w:val="000000"/>
          <w:sz w:val="22"/>
        </w:rPr>
        <w:t>.07</w:t>
      </w:r>
      <w:r w:rsidRPr="00316376">
        <w:rPr>
          <w:rFonts w:cs="Arial"/>
          <w:color w:val="000000"/>
          <w:sz w:val="22"/>
        </w:rPr>
        <w:t>.2025 nr JV-MAA-1/</w:t>
      </w:r>
      <w:r>
        <w:rPr>
          <w:rFonts w:cs="Arial"/>
          <w:color w:val="000000"/>
          <w:sz w:val="22"/>
        </w:rPr>
        <w:t>3</w:t>
      </w:r>
      <w:r w:rsidR="00664B0E">
        <w:rPr>
          <w:rFonts w:cs="Arial"/>
          <w:color w:val="000000"/>
          <w:sz w:val="22"/>
        </w:rPr>
        <w:t>098</w:t>
      </w:r>
    </w:p>
    <w:p w14:paraId="67658064" w14:textId="77777777" w:rsidR="00B05D10" w:rsidRDefault="00B05D10" w:rsidP="00B05D10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79E2FE1D" w14:textId="2DCD95B8" w:rsidR="001F76C0" w:rsidRPr="0059210E" w:rsidRDefault="00840780" w:rsidP="0059210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A99949F" w14:textId="77777777" w:rsidR="001F76C0" w:rsidRDefault="001F76C0" w:rsidP="001F76C0">
      <w:pPr>
        <w:jc w:val="both"/>
        <w:rPr>
          <w:rFonts w:cs="Arial"/>
          <w:sz w:val="22"/>
          <w:szCs w:val="22"/>
        </w:rPr>
      </w:pPr>
    </w:p>
    <w:p w14:paraId="6B335E02" w14:textId="77777777" w:rsidR="00977DDE" w:rsidRDefault="00977DDE" w:rsidP="00977DDE">
      <w:pPr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Taotlus .</w:t>
      </w:r>
    </w:p>
    <w:p w14:paraId="2CAA6C90" w14:textId="77777777" w:rsidR="00977DDE" w:rsidRDefault="00977DDE" w:rsidP="00977DDE">
      <w:pPr>
        <w:rPr>
          <w:rFonts w:ascii="Times New Roman" w:hAnsi="Times New Roman"/>
          <w:b/>
          <w:bCs/>
          <w:lang w:val="et-EE"/>
        </w:rPr>
      </w:pPr>
    </w:p>
    <w:p w14:paraId="21139147" w14:textId="3592A124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   </w:t>
      </w:r>
      <w:r w:rsidRPr="009721CE">
        <w:rPr>
          <w:rFonts w:ascii="Times New Roman" w:hAnsi="Times New Roman"/>
          <w:bCs/>
          <w:lang w:val="et-EE"/>
        </w:rPr>
        <w:t xml:space="preserve">Elektrilevi OÜ taotles kirjaga </w:t>
      </w:r>
      <w:r w:rsidR="00FC4975" w:rsidRPr="00FC4975">
        <w:rPr>
          <w:rFonts w:ascii="Times New Roman" w:hAnsi="Times New Roman"/>
          <w:bCs/>
          <w:lang w:val="et-EE"/>
        </w:rPr>
        <w:t>20.01.2025 nr JV-MAA-1/273</w:t>
      </w:r>
      <w:r w:rsidR="00FC4975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riigiteele tehnovõrgu – ja rajatise ehitamiseks isikliku kasutusõiguse seadmise kokkulepet kinnistu registriosa nr. </w:t>
      </w:r>
      <w:r w:rsidR="00BF4A83">
        <w:rPr>
          <w:rFonts w:ascii="Times New Roman" w:hAnsi="Times New Roman"/>
          <w:bCs/>
          <w:lang w:val="et-EE"/>
        </w:rPr>
        <w:t>7746550</w:t>
      </w:r>
      <w:r w:rsidRPr="008F4517">
        <w:rPr>
          <w:rFonts w:ascii="Times New Roman" w:hAnsi="Times New Roman"/>
          <w:bCs/>
          <w:lang w:val="et-EE"/>
        </w:rPr>
        <w:t xml:space="preserve"> </w:t>
      </w:r>
      <w:r w:rsidR="00BF4A83">
        <w:rPr>
          <w:rFonts w:ascii="Times New Roman" w:hAnsi="Times New Roman"/>
          <w:bCs/>
          <w:lang w:val="et-EE"/>
        </w:rPr>
        <w:t>13111 Kauksi-Vasknarva tee</w:t>
      </w:r>
      <w:r w:rsidRPr="008F4517">
        <w:t xml:space="preserve"> </w:t>
      </w:r>
      <w:r w:rsidRPr="008F4517">
        <w:rPr>
          <w:rFonts w:ascii="Times New Roman" w:hAnsi="Times New Roman"/>
          <w:bCs/>
          <w:lang w:val="et-EE"/>
        </w:rPr>
        <w:t xml:space="preserve">katastriüksus </w:t>
      </w:r>
      <w:r>
        <w:rPr>
          <w:rFonts w:ascii="Times New Roman" w:hAnsi="Times New Roman"/>
          <w:bCs/>
          <w:lang w:val="et-EE"/>
        </w:rPr>
        <w:t>tunnusega</w:t>
      </w:r>
      <w:r w:rsidRPr="008F4517">
        <w:rPr>
          <w:rFonts w:ascii="Times New Roman" w:hAnsi="Times New Roman"/>
          <w:bCs/>
          <w:lang w:val="et-EE"/>
        </w:rPr>
        <w:t xml:space="preserve"> </w:t>
      </w:r>
      <w:r w:rsidR="00BF4A83">
        <w:rPr>
          <w:rFonts w:ascii="Times New Roman" w:hAnsi="Times New Roman"/>
          <w:bCs/>
          <w:lang w:val="et-EE"/>
        </w:rPr>
        <w:t>22401:004:0205</w:t>
      </w:r>
      <w:r>
        <w:rPr>
          <w:rFonts w:ascii="Times New Roman" w:hAnsi="Times New Roman"/>
          <w:bCs/>
          <w:lang w:val="et-EE"/>
        </w:rPr>
        <w:t xml:space="preserve">.  Elektrilevi OÜ taotluse alusel väljastati </w:t>
      </w:r>
      <w:r w:rsidR="004710F8" w:rsidRPr="004710F8">
        <w:rPr>
          <w:rFonts w:ascii="Times New Roman" w:hAnsi="Times New Roman"/>
          <w:bCs/>
          <w:lang w:val="et-EE"/>
        </w:rPr>
        <w:t xml:space="preserve">12.02.2025.a. korraldus nr 1.1-3/25/129 </w:t>
      </w:r>
      <w:r w:rsidR="006E3B19">
        <w:rPr>
          <w:rFonts w:ascii="Times New Roman" w:hAnsi="Times New Roman"/>
          <w:bCs/>
          <w:lang w:val="et-EE"/>
        </w:rPr>
        <w:t xml:space="preserve">riigivara koormamiseks isikliku kasutusõigusega ja selle alusel </w:t>
      </w:r>
      <w:r>
        <w:rPr>
          <w:rFonts w:ascii="Times New Roman" w:hAnsi="Times New Roman"/>
          <w:bCs/>
          <w:lang w:val="et-EE"/>
        </w:rPr>
        <w:t xml:space="preserve">sõlmiti isikliku kasutusõiguse seadmise leping notar Liina </w:t>
      </w:r>
      <w:proofErr w:type="spellStart"/>
      <w:r>
        <w:rPr>
          <w:rFonts w:ascii="Times New Roman" w:hAnsi="Times New Roman"/>
          <w:bCs/>
          <w:lang w:val="et-EE"/>
        </w:rPr>
        <w:t>Vaidla</w:t>
      </w:r>
      <w:proofErr w:type="spellEnd"/>
      <w:r>
        <w:rPr>
          <w:rFonts w:ascii="Times New Roman" w:hAnsi="Times New Roman"/>
          <w:bCs/>
          <w:lang w:val="et-EE"/>
        </w:rPr>
        <w:t xml:space="preserve"> nr. 3</w:t>
      </w:r>
      <w:r w:rsidR="00D31615">
        <w:rPr>
          <w:rFonts w:ascii="Times New Roman" w:hAnsi="Times New Roman"/>
          <w:bCs/>
          <w:lang w:val="et-EE"/>
        </w:rPr>
        <w:t>57</w:t>
      </w:r>
      <w:r>
        <w:rPr>
          <w:rFonts w:ascii="Times New Roman" w:hAnsi="Times New Roman"/>
          <w:bCs/>
          <w:lang w:val="et-EE"/>
        </w:rPr>
        <w:t xml:space="preserve"> </w:t>
      </w:r>
      <w:r w:rsidR="00D31615">
        <w:rPr>
          <w:rFonts w:ascii="Times New Roman" w:hAnsi="Times New Roman"/>
          <w:bCs/>
          <w:lang w:val="et-EE"/>
        </w:rPr>
        <w:t>19.02.2025.</w:t>
      </w:r>
    </w:p>
    <w:p w14:paraId="06B916C8" w14:textId="77777777" w:rsidR="00977DDE" w:rsidRDefault="00977DDE" w:rsidP="00977DDE">
      <w:pPr>
        <w:rPr>
          <w:rFonts w:ascii="Times New Roman" w:hAnsi="Times New Roman"/>
          <w:bCs/>
          <w:lang w:val="et-EE"/>
        </w:rPr>
      </w:pPr>
    </w:p>
    <w:p w14:paraId="05AB9CCC" w14:textId="19A94483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Seoses </w:t>
      </w:r>
      <w:proofErr w:type="spellStart"/>
      <w:r w:rsidR="002D1156">
        <w:rPr>
          <w:rFonts w:ascii="Times New Roman" w:hAnsi="Times New Roman"/>
          <w:bCs/>
          <w:lang w:val="et-EE"/>
        </w:rPr>
        <w:t>Stromtec</w:t>
      </w:r>
      <w:proofErr w:type="spellEnd"/>
      <w:r w:rsidRPr="000F4A7E">
        <w:rPr>
          <w:rFonts w:ascii="Times New Roman" w:hAnsi="Times New Roman"/>
          <w:bCs/>
          <w:lang w:val="et-EE"/>
        </w:rPr>
        <w:t xml:space="preserve"> OÜ</w:t>
      </w:r>
      <w:r>
        <w:rPr>
          <w:rFonts w:ascii="Times New Roman" w:hAnsi="Times New Roman"/>
          <w:bCs/>
          <w:lang w:val="et-EE"/>
        </w:rPr>
        <w:t xml:space="preserve"> projekti</w:t>
      </w:r>
      <w:r w:rsidRPr="000F4A7E">
        <w:t xml:space="preserve"> </w:t>
      </w:r>
      <w:r w:rsidRPr="000F4A7E">
        <w:rPr>
          <w:rFonts w:ascii="Times New Roman" w:hAnsi="Times New Roman"/>
          <w:bCs/>
          <w:lang w:val="et-EE"/>
        </w:rPr>
        <w:t>nr.</w:t>
      </w:r>
      <w:r w:rsidR="002D1156">
        <w:rPr>
          <w:rFonts w:ascii="Times New Roman" w:hAnsi="Times New Roman"/>
          <w:bCs/>
          <w:lang w:val="et-EE"/>
        </w:rPr>
        <w:t>LC2367 „ Järveäärse kinnistu liitumine elektrivõrguga Kuru küla Alutaguse vald Ida-Viru maakond“</w:t>
      </w:r>
      <w:r w:rsidRPr="000F4A7E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muudatusega palub Elektrilevi OÜ muuta </w:t>
      </w:r>
      <w:r w:rsidR="002D1156" w:rsidRPr="002D1156">
        <w:rPr>
          <w:rFonts w:ascii="Times New Roman" w:hAnsi="Times New Roman"/>
          <w:bCs/>
          <w:lang w:val="et-EE"/>
        </w:rPr>
        <w:t>19.02.2025</w:t>
      </w:r>
      <w:r w:rsidR="002D1156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sõlmitud isikliku kasutuse lepingu sisu selliselt , et asendada lepingu lisaks olevad plaanid </w:t>
      </w:r>
      <w:r w:rsidR="00454291">
        <w:rPr>
          <w:rFonts w:ascii="Times New Roman" w:hAnsi="Times New Roman"/>
          <w:bCs/>
          <w:lang w:val="et-EE"/>
        </w:rPr>
        <w:t xml:space="preserve">lepingu punktis1 </w:t>
      </w:r>
      <w:r w:rsidR="00DF4A83">
        <w:rPr>
          <w:rFonts w:ascii="Times New Roman" w:hAnsi="Times New Roman"/>
          <w:bCs/>
          <w:lang w:val="et-EE"/>
        </w:rPr>
        <w:t>eseme osas</w:t>
      </w:r>
      <w:r w:rsidR="00454291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 uutega</w:t>
      </w:r>
      <w:r w:rsidR="00664B0E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>.</w:t>
      </w:r>
      <w:r w:rsidR="00DF4A83">
        <w:rPr>
          <w:rFonts w:ascii="Times New Roman" w:hAnsi="Times New Roman"/>
          <w:bCs/>
          <w:lang w:val="et-EE"/>
        </w:rPr>
        <w:t xml:space="preserve"> Uus Pari ruumikuju on </w:t>
      </w:r>
      <w:r w:rsidR="000C61D6">
        <w:rPr>
          <w:rFonts w:ascii="Times New Roman" w:hAnsi="Times New Roman"/>
          <w:bCs/>
          <w:lang w:val="et-EE"/>
        </w:rPr>
        <w:t>867593</w:t>
      </w:r>
      <w:r w:rsidR="000C61D6" w:rsidRPr="000C61D6">
        <w:rPr>
          <w:rFonts w:ascii="Times New Roman" w:hAnsi="Times New Roman"/>
          <w:bCs/>
          <w:lang w:val="et-EE"/>
        </w:rPr>
        <w:t xml:space="preserve"> </w:t>
      </w:r>
      <w:hyperlink r:id="rId11" w:history="1">
        <w:r w:rsidR="000C61D6" w:rsidRPr="001D71DA">
          <w:rPr>
            <w:rStyle w:val="Hyperlink"/>
            <w:rFonts w:ascii="Times New Roman" w:hAnsi="Times New Roman"/>
            <w:bCs/>
            <w:lang w:val="et-EE"/>
          </w:rPr>
          <w:t>https://pari.kataster.ee/magic-link/96e9b4e2-282f-4951-a0d1-4b2c0dd93422</w:t>
        </w:r>
      </w:hyperlink>
      <w:r w:rsidR="000C61D6">
        <w:rPr>
          <w:rFonts w:ascii="Times New Roman" w:hAnsi="Times New Roman"/>
          <w:bCs/>
          <w:lang w:val="et-EE"/>
        </w:rPr>
        <w:t xml:space="preserve"> </w:t>
      </w:r>
    </w:p>
    <w:p w14:paraId="23AB030C" w14:textId="77777777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</w:p>
    <w:p w14:paraId="16685A2D" w14:textId="622D5428" w:rsidR="00977DDE" w:rsidRDefault="00977DDE" w:rsidP="000C61D6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Maanteeameti ameti poolt kooskõlastatud </w:t>
      </w:r>
      <w:r w:rsidR="00F64766">
        <w:rPr>
          <w:rFonts w:ascii="Times New Roman" w:hAnsi="Times New Roman"/>
          <w:bCs/>
          <w:lang w:val="et-EE"/>
        </w:rPr>
        <w:t xml:space="preserve">kirjaga </w:t>
      </w:r>
      <w:r w:rsidR="00F64766" w:rsidRPr="00F64766">
        <w:rPr>
          <w:rFonts w:ascii="Times New Roman" w:hAnsi="Times New Roman"/>
          <w:bCs/>
          <w:lang w:val="et-EE"/>
        </w:rPr>
        <w:t xml:space="preserve">20.05.2025  nr 7.1-2/25/18242-4 </w:t>
      </w:r>
      <w:r>
        <w:rPr>
          <w:rFonts w:ascii="Times New Roman" w:hAnsi="Times New Roman"/>
          <w:bCs/>
          <w:lang w:val="et-EE"/>
        </w:rPr>
        <w:t xml:space="preserve">projekti muudatuse </w:t>
      </w:r>
      <w:bookmarkStart w:id="0" w:name="_Hlk61428862"/>
      <w:r>
        <w:rPr>
          <w:rFonts w:ascii="Times New Roman" w:hAnsi="Times New Roman"/>
          <w:bCs/>
          <w:lang w:val="et-EE"/>
        </w:rPr>
        <w:t xml:space="preserve">alusel </w:t>
      </w:r>
      <w:bookmarkEnd w:id="0"/>
      <w:r w:rsidR="00F64766">
        <w:rPr>
          <w:rFonts w:ascii="Times New Roman" w:hAnsi="Times New Roman"/>
          <w:bCs/>
          <w:lang w:val="et-EE"/>
        </w:rPr>
        <w:t>kulgeb</w:t>
      </w:r>
      <w:r>
        <w:rPr>
          <w:rFonts w:ascii="Times New Roman" w:hAnsi="Times New Roman"/>
          <w:bCs/>
          <w:lang w:val="et-EE"/>
        </w:rPr>
        <w:t xml:space="preserve"> </w:t>
      </w:r>
      <w:r w:rsidRPr="00BC00D8">
        <w:rPr>
          <w:rFonts w:ascii="Times New Roman" w:hAnsi="Times New Roman"/>
          <w:bCs/>
          <w:lang w:val="et-EE"/>
        </w:rPr>
        <w:t>e</w:t>
      </w:r>
      <w:r>
        <w:rPr>
          <w:rFonts w:ascii="Times New Roman" w:hAnsi="Times New Roman"/>
          <w:bCs/>
          <w:lang w:val="et-EE"/>
        </w:rPr>
        <w:t>le</w:t>
      </w:r>
      <w:r w:rsidRPr="00BC00D8">
        <w:rPr>
          <w:rFonts w:ascii="Times New Roman" w:hAnsi="Times New Roman"/>
          <w:bCs/>
          <w:lang w:val="et-EE"/>
        </w:rPr>
        <w:t>ktrimaaka</w:t>
      </w:r>
      <w:r>
        <w:rPr>
          <w:rFonts w:ascii="Times New Roman" w:hAnsi="Times New Roman"/>
          <w:bCs/>
          <w:lang w:val="et-EE"/>
        </w:rPr>
        <w:t>abel</w:t>
      </w:r>
      <w:r w:rsidRPr="00BC00D8">
        <w:rPr>
          <w:rFonts w:ascii="Times New Roman" w:hAnsi="Times New Roman"/>
          <w:bCs/>
          <w:lang w:val="et-EE"/>
        </w:rPr>
        <w:t xml:space="preserve">  kulge</w:t>
      </w:r>
      <w:r>
        <w:rPr>
          <w:rFonts w:ascii="Times New Roman" w:hAnsi="Times New Roman"/>
          <w:bCs/>
          <w:lang w:val="et-EE"/>
        </w:rPr>
        <w:t>b</w:t>
      </w:r>
      <w:r w:rsidRPr="00BC00D8">
        <w:rPr>
          <w:rFonts w:ascii="Times New Roman" w:hAnsi="Times New Roman"/>
          <w:bCs/>
          <w:lang w:val="et-EE"/>
        </w:rPr>
        <w:t xml:space="preserve"> riigitee</w:t>
      </w:r>
      <w:r>
        <w:rPr>
          <w:rFonts w:ascii="Times New Roman" w:hAnsi="Times New Roman"/>
          <w:bCs/>
          <w:lang w:val="et-EE"/>
        </w:rPr>
        <w:t>aluse</w:t>
      </w:r>
      <w:r w:rsidRPr="00BC00D8">
        <w:rPr>
          <w:rFonts w:ascii="Times New Roman" w:hAnsi="Times New Roman"/>
          <w:bCs/>
          <w:lang w:val="et-EE"/>
        </w:rPr>
        <w:t xml:space="preserve">l  </w:t>
      </w:r>
      <w:r>
        <w:rPr>
          <w:rFonts w:ascii="Times New Roman" w:hAnsi="Times New Roman"/>
          <w:bCs/>
          <w:lang w:val="et-EE"/>
        </w:rPr>
        <w:t xml:space="preserve">maal </w:t>
      </w:r>
      <w:r w:rsidR="0059328C">
        <w:rPr>
          <w:rFonts w:ascii="Times New Roman" w:hAnsi="Times New Roman"/>
          <w:bCs/>
          <w:lang w:val="et-EE"/>
        </w:rPr>
        <w:t>2,69-2,94</w:t>
      </w:r>
      <w:r w:rsidRPr="00BC00D8">
        <w:rPr>
          <w:rFonts w:ascii="Times New Roman" w:hAnsi="Times New Roman"/>
          <w:bCs/>
          <w:lang w:val="et-EE"/>
        </w:rPr>
        <w:t xml:space="preserve"> km-tel</w:t>
      </w:r>
      <w:r>
        <w:rPr>
          <w:rFonts w:ascii="Times New Roman" w:hAnsi="Times New Roman"/>
          <w:bCs/>
          <w:lang w:val="et-EE"/>
        </w:rPr>
        <w:t xml:space="preserve"> .</w:t>
      </w:r>
      <w:r w:rsidR="000C61D6">
        <w:rPr>
          <w:rFonts w:ascii="Times New Roman" w:hAnsi="Times New Roman"/>
          <w:bCs/>
          <w:lang w:val="et-EE"/>
        </w:rPr>
        <w:t xml:space="preserve"> </w:t>
      </w:r>
      <w:r w:rsidR="00D13B40">
        <w:rPr>
          <w:rFonts w:ascii="Times New Roman" w:hAnsi="Times New Roman"/>
          <w:bCs/>
          <w:lang w:val="et-EE"/>
        </w:rPr>
        <w:t xml:space="preserve"> </w:t>
      </w:r>
    </w:p>
    <w:p w14:paraId="3C5822ED" w14:textId="3B51E213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 w:rsidRPr="00A17B74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 Muudatus o</w:t>
      </w:r>
      <w:r w:rsidR="007D1623">
        <w:rPr>
          <w:rFonts w:ascii="Times New Roman" w:hAnsi="Times New Roman"/>
          <w:bCs/>
          <w:lang w:val="et-EE"/>
        </w:rPr>
        <w:t>n</w:t>
      </w:r>
      <w:r>
        <w:rPr>
          <w:rFonts w:ascii="Times New Roman" w:hAnsi="Times New Roman"/>
          <w:bCs/>
          <w:lang w:val="et-EE"/>
        </w:rPr>
        <w:t xml:space="preserve"> tingitud </w:t>
      </w:r>
      <w:r w:rsidR="007D1623">
        <w:rPr>
          <w:rFonts w:ascii="Times New Roman" w:hAnsi="Times New Roman"/>
          <w:bCs/>
          <w:lang w:val="et-EE"/>
        </w:rPr>
        <w:t xml:space="preserve">ehitustööde käigus </w:t>
      </w:r>
      <w:r w:rsidR="008E4256">
        <w:rPr>
          <w:rFonts w:ascii="Times New Roman" w:hAnsi="Times New Roman"/>
          <w:bCs/>
          <w:lang w:val="et-EE"/>
        </w:rPr>
        <w:t xml:space="preserve">tekkinud trassi </w:t>
      </w:r>
      <w:r w:rsidR="00CA0EB6">
        <w:rPr>
          <w:rFonts w:ascii="Times New Roman" w:hAnsi="Times New Roman"/>
          <w:bCs/>
          <w:lang w:val="et-EE"/>
        </w:rPr>
        <w:t>kulgemise erinevusest projektist.</w:t>
      </w:r>
      <w:r w:rsidR="00763D77">
        <w:rPr>
          <w:rFonts w:ascii="Times New Roman" w:hAnsi="Times New Roman"/>
          <w:bCs/>
          <w:lang w:val="et-EE"/>
        </w:rPr>
        <w:t xml:space="preserve"> </w:t>
      </w:r>
      <w:r w:rsidR="00CA0EB6">
        <w:rPr>
          <w:rFonts w:ascii="Times New Roman" w:hAnsi="Times New Roman"/>
          <w:bCs/>
          <w:lang w:val="et-EE"/>
        </w:rPr>
        <w:t>Muudatus</w:t>
      </w:r>
      <w:r w:rsidR="00763D77">
        <w:rPr>
          <w:rFonts w:ascii="Times New Roman" w:hAnsi="Times New Roman"/>
          <w:bCs/>
          <w:lang w:val="et-EE"/>
        </w:rPr>
        <w:t xml:space="preserve"> elektriliini kulgemisel oli teemaal 2,80-2,93 km-l.</w:t>
      </w:r>
    </w:p>
    <w:p w14:paraId="1C40A8E1" w14:textId="77777777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</w:p>
    <w:p w14:paraId="779B7DDA" w14:textId="77777777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>Kirjale lisatud kooskõlastus.</w:t>
      </w:r>
    </w:p>
    <w:p w14:paraId="2338044A" w14:textId="77777777" w:rsidR="00977DDE" w:rsidRPr="009721CE" w:rsidRDefault="00977DDE" w:rsidP="00977DDE">
      <w:pPr>
        <w:rPr>
          <w:rFonts w:ascii="Times New Roman" w:hAnsi="Times New Roman"/>
          <w:bCs/>
          <w:lang w:val="et-EE"/>
        </w:rPr>
      </w:pPr>
    </w:p>
    <w:p w14:paraId="3D76B938" w14:textId="77777777" w:rsidR="000B07CE" w:rsidRPr="00DA5117" w:rsidRDefault="000B07CE" w:rsidP="00375ABA">
      <w:pPr>
        <w:ind w:left="420"/>
      </w:pPr>
    </w:p>
    <w:p w14:paraId="4BAF7D64" w14:textId="77777777" w:rsidR="00ED727B" w:rsidRPr="00336F5E" w:rsidRDefault="00ED727B" w:rsidP="00E30CD2">
      <w:pPr>
        <w:jc w:val="both"/>
        <w:rPr>
          <w:rFonts w:cs="Arial"/>
          <w:sz w:val="22"/>
          <w:szCs w:val="22"/>
        </w:rPr>
      </w:pPr>
    </w:p>
    <w:p w14:paraId="78E123CE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Lugupidamisega</w:t>
      </w:r>
    </w:p>
    <w:p w14:paraId="70278E51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388BBCA0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(allkirjastatud digitaalselt)</w:t>
      </w:r>
    </w:p>
    <w:p w14:paraId="63D0220F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42B794C8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Ulvi Männama</w:t>
      </w:r>
    </w:p>
    <w:p w14:paraId="17D395C0" w14:textId="5A498B8C" w:rsidR="001F76C0" w:rsidRPr="001F76C0" w:rsidRDefault="00CA0EB6" w:rsidP="001F76C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Elektrilevi OÜ </w:t>
      </w:r>
      <w:r w:rsidR="0074552A">
        <w:rPr>
          <w:rFonts w:cs="Arial"/>
          <w:sz w:val="22"/>
          <w:szCs w:val="22"/>
        </w:rPr>
        <w:t xml:space="preserve"> </w:t>
      </w:r>
      <w:r w:rsidR="001F76C0" w:rsidRPr="001F76C0">
        <w:rPr>
          <w:rFonts w:cs="Arial"/>
          <w:sz w:val="22"/>
          <w:szCs w:val="22"/>
        </w:rPr>
        <w:t xml:space="preserve"> esindaja volikirja alusel</w:t>
      </w:r>
    </w:p>
    <w:p w14:paraId="2B24991A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79471" w14:textId="77777777" w:rsidR="00BC1827" w:rsidRDefault="00BC1827">
      <w:r>
        <w:separator/>
      </w:r>
    </w:p>
  </w:endnote>
  <w:endnote w:type="continuationSeparator" w:id="0">
    <w:p w14:paraId="52BA9303" w14:textId="77777777" w:rsidR="00BC1827" w:rsidRDefault="00BC1827">
      <w:r>
        <w:continuationSeparator/>
      </w:r>
    </w:p>
  </w:endnote>
  <w:endnote w:type="continuationNotice" w:id="1">
    <w:p w14:paraId="4862C25B" w14:textId="77777777" w:rsidR="00BC1827" w:rsidRDefault="00BC1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67B53" w14:textId="77777777" w:rsidR="00BC1827" w:rsidRDefault="00BC1827">
      <w:r>
        <w:separator/>
      </w:r>
    </w:p>
  </w:footnote>
  <w:footnote w:type="continuationSeparator" w:id="0">
    <w:p w14:paraId="1EB15632" w14:textId="77777777" w:rsidR="00BC1827" w:rsidRDefault="00BC1827">
      <w:r>
        <w:continuationSeparator/>
      </w:r>
    </w:p>
  </w:footnote>
  <w:footnote w:type="continuationNotice" w:id="1">
    <w:p w14:paraId="25809E71" w14:textId="77777777" w:rsidR="00BC1827" w:rsidRDefault="00BC1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F6131C"/>
    <w:multiLevelType w:val="hybridMultilevel"/>
    <w:tmpl w:val="A02639C8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1"/>
  </w:num>
  <w:num w:numId="33" w16cid:durableId="7937881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61FA2"/>
    <w:rsid w:val="000B07CE"/>
    <w:rsid w:val="000B417F"/>
    <w:rsid w:val="000B4850"/>
    <w:rsid w:val="000B57BA"/>
    <w:rsid w:val="000C0613"/>
    <w:rsid w:val="000C2345"/>
    <w:rsid w:val="000C61D6"/>
    <w:rsid w:val="000D2198"/>
    <w:rsid w:val="000D2E04"/>
    <w:rsid w:val="000E1BEB"/>
    <w:rsid w:val="000F3E27"/>
    <w:rsid w:val="00103444"/>
    <w:rsid w:val="00111A7D"/>
    <w:rsid w:val="00114EED"/>
    <w:rsid w:val="001427FA"/>
    <w:rsid w:val="00146F8F"/>
    <w:rsid w:val="001605D0"/>
    <w:rsid w:val="00162108"/>
    <w:rsid w:val="00176B5D"/>
    <w:rsid w:val="00183B6F"/>
    <w:rsid w:val="0019253D"/>
    <w:rsid w:val="00194EE7"/>
    <w:rsid w:val="001964BE"/>
    <w:rsid w:val="001A2667"/>
    <w:rsid w:val="001A77E3"/>
    <w:rsid w:val="001B0BDC"/>
    <w:rsid w:val="001B46D4"/>
    <w:rsid w:val="001D56D4"/>
    <w:rsid w:val="001E0921"/>
    <w:rsid w:val="001E09C8"/>
    <w:rsid w:val="001F0B95"/>
    <w:rsid w:val="001F76C0"/>
    <w:rsid w:val="002002F0"/>
    <w:rsid w:val="0021186E"/>
    <w:rsid w:val="00215382"/>
    <w:rsid w:val="00225172"/>
    <w:rsid w:val="002401E8"/>
    <w:rsid w:val="0024234A"/>
    <w:rsid w:val="00247C21"/>
    <w:rsid w:val="002609AD"/>
    <w:rsid w:val="00260E59"/>
    <w:rsid w:val="0026154B"/>
    <w:rsid w:val="002641F5"/>
    <w:rsid w:val="0026449A"/>
    <w:rsid w:val="00266274"/>
    <w:rsid w:val="002716E3"/>
    <w:rsid w:val="002726A3"/>
    <w:rsid w:val="002732AA"/>
    <w:rsid w:val="0028498E"/>
    <w:rsid w:val="00294D3F"/>
    <w:rsid w:val="002A1036"/>
    <w:rsid w:val="002A2B20"/>
    <w:rsid w:val="002B1EDD"/>
    <w:rsid w:val="002C1A08"/>
    <w:rsid w:val="002C2363"/>
    <w:rsid w:val="002C57E4"/>
    <w:rsid w:val="002D1156"/>
    <w:rsid w:val="002D4D27"/>
    <w:rsid w:val="002D6251"/>
    <w:rsid w:val="002E0EF7"/>
    <w:rsid w:val="002E3EC7"/>
    <w:rsid w:val="002F07BC"/>
    <w:rsid w:val="00300E09"/>
    <w:rsid w:val="003073D3"/>
    <w:rsid w:val="003127FB"/>
    <w:rsid w:val="0032436B"/>
    <w:rsid w:val="00331026"/>
    <w:rsid w:val="0033388C"/>
    <w:rsid w:val="00335CBC"/>
    <w:rsid w:val="003361A0"/>
    <w:rsid w:val="00336F5E"/>
    <w:rsid w:val="00341C7B"/>
    <w:rsid w:val="00344245"/>
    <w:rsid w:val="003467AE"/>
    <w:rsid w:val="00352677"/>
    <w:rsid w:val="003551E2"/>
    <w:rsid w:val="00357C22"/>
    <w:rsid w:val="00364590"/>
    <w:rsid w:val="00365F2B"/>
    <w:rsid w:val="00375ABA"/>
    <w:rsid w:val="00381AE8"/>
    <w:rsid w:val="00382D66"/>
    <w:rsid w:val="00382F7A"/>
    <w:rsid w:val="003A0ECE"/>
    <w:rsid w:val="003A57AA"/>
    <w:rsid w:val="003B6F35"/>
    <w:rsid w:val="003D782C"/>
    <w:rsid w:val="003E7B60"/>
    <w:rsid w:val="003F5996"/>
    <w:rsid w:val="003F5C1D"/>
    <w:rsid w:val="00402D9D"/>
    <w:rsid w:val="00404D33"/>
    <w:rsid w:val="004061EF"/>
    <w:rsid w:val="004078F6"/>
    <w:rsid w:val="004170C1"/>
    <w:rsid w:val="00430FA1"/>
    <w:rsid w:val="00453DF6"/>
    <w:rsid w:val="00453F26"/>
    <w:rsid w:val="00454291"/>
    <w:rsid w:val="00457B68"/>
    <w:rsid w:val="00470107"/>
    <w:rsid w:val="004710F8"/>
    <w:rsid w:val="00482CA6"/>
    <w:rsid w:val="00491AD7"/>
    <w:rsid w:val="004B5828"/>
    <w:rsid w:val="004D0B6C"/>
    <w:rsid w:val="004D1D70"/>
    <w:rsid w:val="004E5DD5"/>
    <w:rsid w:val="004F4BD8"/>
    <w:rsid w:val="004F4D85"/>
    <w:rsid w:val="0050379B"/>
    <w:rsid w:val="00504B27"/>
    <w:rsid w:val="00507643"/>
    <w:rsid w:val="00515DC4"/>
    <w:rsid w:val="00532D2F"/>
    <w:rsid w:val="00581E38"/>
    <w:rsid w:val="00582590"/>
    <w:rsid w:val="00585B08"/>
    <w:rsid w:val="0059210E"/>
    <w:rsid w:val="0059328C"/>
    <w:rsid w:val="005A217D"/>
    <w:rsid w:val="005A4621"/>
    <w:rsid w:val="005A710F"/>
    <w:rsid w:val="005B1449"/>
    <w:rsid w:val="005B1C18"/>
    <w:rsid w:val="005C24D9"/>
    <w:rsid w:val="005C2EAE"/>
    <w:rsid w:val="005D1685"/>
    <w:rsid w:val="005D58A2"/>
    <w:rsid w:val="005E3618"/>
    <w:rsid w:val="005F48A1"/>
    <w:rsid w:val="00605B27"/>
    <w:rsid w:val="00615EB0"/>
    <w:rsid w:val="00625192"/>
    <w:rsid w:val="0062642C"/>
    <w:rsid w:val="00627953"/>
    <w:rsid w:val="00633F97"/>
    <w:rsid w:val="0063780B"/>
    <w:rsid w:val="00643BDB"/>
    <w:rsid w:val="006466E4"/>
    <w:rsid w:val="00657B6F"/>
    <w:rsid w:val="0066463C"/>
    <w:rsid w:val="00664B0E"/>
    <w:rsid w:val="006736DE"/>
    <w:rsid w:val="00675C6D"/>
    <w:rsid w:val="00677647"/>
    <w:rsid w:val="00684526"/>
    <w:rsid w:val="006A21FF"/>
    <w:rsid w:val="006A27A9"/>
    <w:rsid w:val="006B0823"/>
    <w:rsid w:val="006B28B7"/>
    <w:rsid w:val="006B5553"/>
    <w:rsid w:val="006E3B19"/>
    <w:rsid w:val="006E49AA"/>
    <w:rsid w:val="006F595A"/>
    <w:rsid w:val="00704301"/>
    <w:rsid w:val="0070500B"/>
    <w:rsid w:val="00707C8C"/>
    <w:rsid w:val="0074552A"/>
    <w:rsid w:val="00755DE3"/>
    <w:rsid w:val="0076356B"/>
    <w:rsid w:val="00763D77"/>
    <w:rsid w:val="00765D62"/>
    <w:rsid w:val="007663CE"/>
    <w:rsid w:val="0077377F"/>
    <w:rsid w:val="00776482"/>
    <w:rsid w:val="0078076A"/>
    <w:rsid w:val="00782839"/>
    <w:rsid w:val="007870BE"/>
    <w:rsid w:val="0079645A"/>
    <w:rsid w:val="007A24A4"/>
    <w:rsid w:val="007B63D9"/>
    <w:rsid w:val="007C658C"/>
    <w:rsid w:val="007C6F7A"/>
    <w:rsid w:val="007D1623"/>
    <w:rsid w:val="007F2810"/>
    <w:rsid w:val="008110D9"/>
    <w:rsid w:val="00812A56"/>
    <w:rsid w:val="00820D09"/>
    <w:rsid w:val="0082604D"/>
    <w:rsid w:val="00827163"/>
    <w:rsid w:val="00831372"/>
    <w:rsid w:val="00834057"/>
    <w:rsid w:val="0083430B"/>
    <w:rsid w:val="00834E7B"/>
    <w:rsid w:val="00840780"/>
    <w:rsid w:val="0084190D"/>
    <w:rsid w:val="00853E80"/>
    <w:rsid w:val="00860269"/>
    <w:rsid w:val="0086205E"/>
    <w:rsid w:val="008753E8"/>
    <w:rsid w:val="008759E3"/>
    <w:rsid w:val="00896568"/>
    <w:rsid w:val="008B36D3"/>
    <w:rsid w:val="008B7FF1"/>
    <w:rsid w:val="008C4EA2"/>
    <w:rsid w:val="008C5B01"/>
    <w:rsid w:val="008D2D2A"/>
    <w:rsid w:val="008D3667"/>
    <w:rsid w:val="008E4256"/>
    <w:rsid w:val="008F2A05"/>
    <w:rsid w:val="0091258F"/>
    <w:rsid w:val="00912BDF"/>
    <w:rsid w:val="00917B5C"/>
    <w:rsid w:val="009303BE"/>
    <w:rsid w:val="00930BE5"/>
    <w:rsid w:val="00931243"/>
    <w:rsid w:val="0093392C"/>
    <w:rsid w:val="00940136"/>
    <w:rsid w:val="00941417"/>
    <w:rsid w:val="00962A66"/>
    <w:rsid w:val="00963440"/>
    <w:rsid w:val="00977DDE"/>
    <w:rsid w:val="009900E3"/>
    <w:rsid w:val="00992B14"/>
    <w:rsid w:val="009A0457"/>
    <w:rsid w:val="009B2A88"/>
    <w:rsid w:val="009B717C"/>
    <w:rsid w:val="009D38F3"/>
    <w:rsid w:val="009D6ED0"/>
    <w:rsid w:val="009E181A"/>
    <w:rsid w:val="00A02BF6"/>
    <w:rsid w:val="00A17E2A"/>
    <w:rsid w:val="00A27416"/>
    <w:rsid w:val="00A33A60"/>
    <w:rsid w:val="00A43A3D"/>
    <w:rsid w:val="00A649D1"/>
    <w:rsid w:val="00A65739"/>
    <w:rsid w:val="00A837AB"/>
    <w:rsid w:val="00AA2652"/>
    <w:rsid w:val="00AC42AF"/>
    <w:rsid w:val="00AD33CE"/>
    <w:rsid w:val="00AD48E9"/>
    <w:rsid w:val="00AE0AEA"/>
    <w:rsid w:val="00AE1639"/>
    <w:rsid w:val="00AE6B50"/>
    <w:rsid w:val="00AF6389"/>
    <w:rsid w:val="00B05AE2"/>
    <w:rsid w:val="00B05D10"/>
    <w:rsid w:val="00B33B98"/>
    <w:rsid w:val="00B36200"/>
    <w:rsid w:val="00B4021D"/>
    <w:rsid w:val="00B433C4"/>
    <w:rsid w:val="00B52A49"/>
    <w:rsid w:val="00B61872"/>
    <w:rsid w:val="00BA3B23"/>
    <w:rsid w:val="00BC1827"/>
    <w:rsid w:val="00BC438D"/>
    <w:rsid w:val="00BC71A0"/>
    <w:rsid w:val="00BD14A4"/>
    <w:rsid w:val="00BE3124"/>
    <w:rsid w:val="00BE6FA9"/>
    <w:rsid w:val="00BF0E4C"/>
    <w:rsid w:val="00BF4038"/>
    <w:rsid w:val="00BF4A83"/>
    <w:rsid w:val="00C0020C"/>
    <w:rsid w:val="00C14ACD"/>
    <w:rsid w:val="00C23014"/>
    <w:rsid w:val="00C25B2C"/>
    <w:rsid w:val="00C3081B"/>
    <w:rsid w:val="00C34030"/>
    <w:rsid w:val="00C526F5"/>
    <w:rsid w:val="00C53640"/>
    <w:rsid w:val="00C712AC"/>
    <w:rsid w:val="00C86912"/>
    <w:rsid w:val="00C86C12"/>
    <w:rsid w:val="00C86E8D"/>
    <w:rsid w:val="00C95ABD"/>
    <w:rsid w:val="00C966E8"/>
    <w:rsid w:val="00CA0EB6"/>
    <w:rsid w:val="00CA4C43"/>
    <w:rsid w:val="00CB0FEA"/>
    <w:rsid w:val="00CB31D7"/>
    <w:rsid w:val="00CE4916"/>
    <w:rsid w:val="00CE5616"/>
    <w:rsid w:val="00CE6146"/>
    <w:rsid w:val="00CE6E1D"/>
    <w:rsid w:val="00CF5F86"/>
    <w:rsid w:val="00D00B63"/>
    <w:rsid w:val="00D0223D"/>
    <w:rsid w:val="00D100C4"/>
    <w:rsid w:val="00D12290"/>
    <w:rsid w:val="00D13B40"/>
    <w:rsid w:val="00D25D80"/>
    <w:rsid w:val="00D30B1A"/>
    <w:rsid w:val="00D31615"/>
    <w:rsid w:val="00D343E0"/>
    <w:rsid w:val="00D4458D"/>
    <w:rsid w:val="00D8006E"/>
    <w:rsid w:val="00D879EE"/>
    <w:rsid w:val="00D902BD"/>
    <w:rsid w:val="00DA5117"/>
    <w:rsid w:val="00DB17D9"/>
    <w:rsid w:val="00DD7720"/>
    <w:rsid w:val="00DE0179"/>
    <w:rsid w:val="00DF283A"/>
    <w:rsid w:val="00DF2D6D"/>
    <w:rsid w:val="00DF3E13"/>
    <w:rsid w:val="00DF4A83"/>
    <w:rsid w:val="00E12158"/>
    <w:rsid w:val="00E2366F"/>
    <w:rsid w:val="00E23C4F"/>
    <w:rsid w:val="00E250A8"/>
    <w:rsid w:val="00E27A09"/>
    <w:rsid w:val="00E30CD2"/>
    <w:rsid w:val="00E366A1"/>
    <w:rsid w:val="00E36ED1"/>
    <w:rsid w:val="00E3783E"/>
    <w:rsid w:val="00E42664"/>
    <w:rsid w:val="00E43B45"/>
    <w:rsid w:val="00E47970"/>
    <w:rsid w:val="00E553D1"/>
    <w:rsid w:val="00E6200E"/>
    <w:rsid w:val="00E63004"/>
    <w:rsid w:val="00E64997"/>
    <w:rsid w:val="00E81526"/>
    <w:rsid w:val="00E9115C"/>
    <w:rsid w:val="00EA5641"/>
    <w:rsid w:val="00EB5167"/>
    <w:rsid w:val="00EB79F8"/>
    <w:rsid w:val="00EB7E1A"/>
    <w:rsid w:val="00EC15EB"/>
    <w:rsid w:val="00EC6F44"/>
    <w:rsid w:val="00ED26F8"/>
    <w:rsid w:val="00ED727B"/>
    <w:rsid w:val="00EE5413"/>
    <w:rsid w:val="00EE6444"/>
    <w:rsid w:val="00EF09CB"/>
    <w:rsid w:val="00F07776"/>
    <w:rsid w:val="00F15C91"/>
    <w:rsid w:val="00F1624E"/>
    <w:rsid w:val="00F1692B"/>
    <w:rsid w:val="00F30F4E"/>
    <w:rsid w:val="00F400F4"/>
    <w:rsid w:val="00F40E8E"/>
    <w:rsid w:val="00F50474"/>
    <w:rsid w:val="00F629CC"/>
    <w:rsid w:val="00F64766"/>
    <w:rsid w:val="00F67A7C"/>
    <w:rsid w:val="00F75059"/>
    <w:rsid w:val="00F87519"/>
    <w:rsid w:val="00F94E63"/>
    <w:rsid w:val="00FA395B"/>
    <w:rsid w:val="00FA41FD"/>
    <w:rsid w:val="00FA7524"/>
    <w:rsid w:val="00FC0064"/>
    <w:rsid w:val="00FC4975"/>
    <w:rsid w:val="00FD2413"/>
    <w:rsid w:val="00FD6116"/>
    <w:rsid w:val="00FE25F5"/>
    <w:rsid w:val="00FE6B34"/>
    <w:rsid w:val="00FE7C7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96e9b4e2-282f-4951-a0d1-4b2c0dd93422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aantee@transpordiamet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2025-04-15T10:05:00Z</cp:lastPrinted>
  <dcterms:created xsi:type="dcterms:W3CDTF">2025-07-08T06:40:00Z</dcterms:created>
  <dcterms:modified xsi:type="dcterms:W3CDTF">2025-07-08T06:42:00Z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